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jc w:val="center"/>
        <w:rPr>
          <w:rFonts w:hint="eastAsia" w:eastAsia="黑体"/>
          <w:b/>
          <w:bCs/>
          <w:w w:val="95"/>
          <w:sz w:val="24"/>
          <w:szCs w:val="16"/>
          <w:lang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-374015</wp:posOffset>
                </wp:positionV>
                <wp:extent cx="25400" cy="7574280"/>
                <wp:effectExtent l="21590" t="16510" r="19685" b="1968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-5.8pt;margin-top:-29.45pt;height:596.4pt;width:2pt;z-index:251659264;mso-width-relative:page;mso-height-relative:page;" filled="f" stroked="t" coordsize="21600,21600" o:gfxdata="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/uiz3Z&#10;AAAACwEAAA8AAAAAAAAAAQAgAAAAIgAAAGRycy9kb3ducmV2LnhtbFBLAQIUABQAAAAIAIdO4kAg&#10;h4hB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黑体"/>
          <w:b/>
          <w:bCs/>
          <w:sz w:val="24"/>
          <w:szCs w:val="24"/>
        </w:rPr>
        <w:t>新兴产业工程学校</w:t>
      </w:r>
      <w:r>
        <w:rPr>
          <w:rFonts w:eastAsia="黑体"/>
          <w:b/>
          <w:bCs/>
          <w:sz w:val="24"/>
          <w:szCs w:val="24"/>
        </w:rPr>
        <w:t>20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24</w:t>
      </w:r>
      <w:r>
        <w:rPr>
          <w:rFonts w:eastAsia="黑体"/>
          <w:b/>
          <w:bCs/>
          <w:sz w:val="24"/>
          <w:szCs w:val="24"/>
        </w:rPr>
        <w:t>~20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25</w:t>
      </w:r>
      <w:r>
        <w:rPr>
          <w:rFonts w:eastAsia="黑体"/>
          <w:b/>
          <w:bCs/>
          <w:sz w:val="24"/>
          <w:szCs w:val="24"/>
        </w:rPr>
        <w:t>学年</w:t>
      </w:r>
      <w:r>
        <w:rPr>
          <w:rFonts w:eastAsia="黑体"/>
          <w:b/>
          <w:bCs/>
          <w:w w:val="95"/>
          <w:sz w:val="24"/>
          <w:szCs w:val="16"/>
        </w:rPr>
        <w:t>第</w:t>
      </w:r>
      <w:r>
        <w:rPr>
          <w:rFonts w:hint="eastAsia" w:eastAsia="黑体"/>
          <w:b/>
          <w:bCs/>
          <w:w w:val="95"/>
          <w:sz w:val="24"/>
          <w:szCs w:val="16"/>
          <w:lang w:val="en-US" w:eastAsia="zh-CN"/>
        </w:rPr>
        <w:t>一</w:t>
      </w:r>
      <w:r>
        <w:rPr>
          <w:rFonts w:eastAsia="黑体"/>
          <w:b/>
          <w:bCs/>
          <w:w w:val="95"/>
          <w:sz w:val="24"/>
          <w:szCs w:val="16"/>
        </w:rPr>
        <w:t>学期期</w:t>
      </w:r>
      <w:r>
        <w:rPr>
          <w:rFonts w:hint="eastAsia" w:eastAsia="黑体"/>
          <w:b/>
          <w:bCs/>
          <w:w w:val="95"/>
          <w:sz w:val="24"/>
          <w:szCs w:val="16"/>
          <w:lang w:val="en-US" w:eastAsia="zh-CN"/>
        </w:rPr>
        <w:t>末</w:t>
      </w:r>
      <w:r>
        <w:rPr>
          <w:rFonts w:eastAsia="黑体"/>
          <w:b/>
          <w:bCs/>
          <w:w w:val="95"/>
          <w:sz w:val="24"/>
          <w:szCs w:val="16"/>
        </w:rPr>
        <w:t>考试卷</w:t>
      </w:r>
      <w:r>
        <w:rPr>
          <w:rFonts w:hint="eastAsia" w:eastAsia="黑体"/>
          <w:b/>
          <w:bCs/>
          <w:w w:val="95"/>
          <w:sz w:val="24"/>
          <w:szCs w:val="16"/>
          <w:lang w:eastAsia="zh-CN"/>
        </w:rPr>
        <w:t>答案</w:t>
      </w:r>
    </w:p>
    <w:p>
      <w:pPr>
        <w:spacing w:line="400" w:lineRule="exact"/>
        <w:jc w:val="center"/>
        <w:rPr>
          <w:rFonts w:hint="eastAsia" w:eastAsia="黑体"/>
          <w:b/>
          <w:bCs/>
          <w:w w:val="95"/>
          <w:sz w:val="24"/>
          <w:szCs w:val="16"/>
          <w:lang w:eastAsia="zh-CN"/>
        </w:rPr>
      </w:pPr>
    </w:p>
    <w:p>
      <w:pPr>
        <w:jc w:val="left"/>
        <w:rPr>
          <w:rFonts w:eastAsia="楷体_GB2312"/>
          <w:b/>
          <w:w w:val="80"/>
          <w:szCs w:val="18"/>
        </w:rPr>
      </w:pPr>
      <w:r>
        <w:rPr>
          <w:rFonts w:eastAsia="楷体_GB2312"/>
          <w:b/>
          <w:szCs w:val="18"/>
        </w:rPr>
        <w:t>学院：</w:t>
      </w:r>
      <w:r>
        <w:rPr>
          <w:rFonts w:hint="eastAsia" w:eastAsia="楷体_GB2312"/>
          <w:bCs/>
          <w:szCs w:val="18"/>
          <w:u w:val="single"/>
        </w:rPr>
        <w:t xml:space="preserve"> 新兴产业工程学校</w:t>
      </w:r>
      <w:r>
        <w:rPr>
          <w:rFonts w:eastAsia="楷体_GB2312"/>
          <w:bCs/>
          <w:szCs w:val="18"/>
          <w:u w:val="single"/>
        </w:rPr>
        <w:t xml:space="preserve">   </w:t>
      </w:r>
      <w:r>
        <w:rPr>
          <w:rFonts w:eastAsia="楷体_GB2312"/>
          <w:b/>
          <w:szCs w:val="18"/>
        </w:rPr>
        <w:t xml:space="preserve"> </w:t>
      </w:r>
      <w:r>
        <w:rPr>
          <w:rFonts w:eastAsia="楷体_GB2312"/>
          <w:b/>
          <w:w w:val="80"/>
          <w:szCs w:val="18"/>
        </w:rPr>
        <w:t>课程名称</w:t>
      </w:r>
      <w:r>
        <w:rPr>
          <w:rFonts w:eastAsia="楷体_GB2312"/>
          <w:b/>
          <w:szCs w:val="18"/>
        </w:rPr>
        <w:t>：</w:t>
      </w:r>
      <w:r>
        <w:rPr>
          <w:rFonts w:hint="eastAsia" w:eastAsia="楷体_GB2312"/>
          <w:b/>
          <w:szCs w:val="18"/>
          <w:u w:val="single"/>
          <w:lang w:val="en-US" w:eastAsia="zh-CN"/>
        </w:rPr>
        <w:t xml:space="preserve">    数学       </w:t>
      </w:r>
      <w:r>
        <w:rPr>
          <w:rFonts w:eastAsia="楷体_GB2312"/>
          <w:bCs/>
          <w:szCs w:val="18"/>
          <w:u w:val="single"/>
        </w:rPr>
        <w:t xml:space="preserve">　 </w:t>
      </w:r>
      <w:r>
        <w:rPr>
          <w:rFonts w:hint="eastAsia" w:eastAsia="楷体_GB2312"/>
          <w:b/>
          <w:szCs w:val="18"/>
          <w:lang w:val="en-US" w:eastAsia="zh-CN"/>
        </w:rPr>
        <w:t>出卷人</w:t>
      </w:r>
      <w:r>
        <w:rPr>
          <w:rFonts w:eastAsia="楷体_GB2312"/>
          <w:b/>
          <w:szCs w:val="18"/>
        </w:rPr>
        <w:t>：</w:t>
      </w:r>
      <w:r>
        <w:rPr>
          <w:rFonts w:eastAsia="楷体_GB2312"/>
          <w:bCs/>
          <w:szCs w:val="18"/>
          <w:u w:val="single"/>
        </w:rPr>
        <w:t xml:space="preserve">    </w:t>
      </w:r>
      <w:r>
        <w:rPr>
          <w:rFonts w:hint="eastAsia" w:eastAsia="楷体_GB2312"/>
          <w:bCs/>
          <w:szCs w:val="18"/>
          <w:u w:val="single"/>
          <w:lang w:val="en-US" w:eastAsia="zh-CN"/>
        </w:rPr>
        <w:t xml:space="preserve">   </w:t>
      </w:r>
      <w:r>
        <w:rPr>
          <w:rFonts w:eastAsia="楷体_GB2312"/>
          <w:bCs/>
          <w:szCs w:val="18"/>
          <w:u w:val="single"/>
        </w:rPr>
        <w:t xml:space="preserve">      </w:t>
      </w:r>
    </w:p>
    <w:p>
      <w:pPr>
        <w:spacing w:line="400" w:lineRule="exact"/>
        <w:jc w:val="center"/>
        <w:rPr>
          <w:rFonts w:hint="eastAsia" w:eastAsia="黑体"/>
          <w:b/>
          <w:bCs/>
          <w:w w:val="95"/>
          <w:sz w:val="24"/>
          <w:szCs w:val="16"/>
          <w:lang w:eastAsia="zh-CN"/>
        </w:rPr>
      </w:pPr>
    </w:p>
    <w:p>
      <w:pPr>
        <w:rPr>
          <w:rFonts w:hint="eastAsia"/>
          <w:b/>
        </w:rPr>
      </w:pPr>
      <w:r>
        <w:rPr>
          <w:rFonts w:eastAsia="黑体"/>
          <w:b/>
          <w:szCs w:val="18"/>
        </w:rPr>
        <w:t xml:space="preserve">  </w:t>
      </w:r>
      <w:r>
        <w:rPr>
          <w:rFonts w:hint="eastAsia"/>
          <w:b/>
        </w:rPr>
        <w:t>一、</w:t>
      </w:r>
      <w:r>
        <w:rPr>
          <w:rFonts w:hint="eastAsia"/>
          <w:b/>
          <w:lang w:eastAsia="zh-CN"/>
        </w:rPr>
        <w:t>单选题</w:t>
      </w:r>
      <w:r>
        <w:rPr>
          <w:rFonts w:hint="eastAsia"/>
          <w:b/>
        </w:rPr>
        <w:t>（每题</w:t>
      </w:r>
      <w:r>
        <w:rPr>
          <w:rFonts w:hint="eastAsia"/>
          <w:b/>
          <w:lang w:val="en-US" w:eastAsia="zh-CN"/>
        </w:rPr>
        <w:t xml:space="preserve">  2</w:t>
      </w:r>
      <w:r>
        <w:rPr>
          <w:rFonts w:hint="eastAsia"/>
          <w:b/>
        </w:rPr>
        <w:t>分  共</w:t>
      </w:r>
      <w:r>
        <w:rPr>
          <w:rFonts w:hint="eastAsia"/>
          <w:b/>
          <w:lang w:val="en-US" w:eastAsia="zh-CN"/>
        </w:rPr>
        <w:t xml:space="preserve"> 20  </w:t>
      </w:r>
      <w:r>
        <w:rPr>
          <w:rFonts w:hint="eastAsia"/>
          <w:b/>
        </w:rPr>
        <w:t>分）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616"/>
        <w:gridCol w:w="616"/>
        <w:gridCol w:w="616"/>
        <w:gridCol w:w="616"/>
        <w:gridCol w:w="616"/>
        <w:gridCol w:w="618"/>
        <w:gridCol w:w="618"/>
        <w:gridCol w:w="618"/>
        <w:gridCol w:w="618"/>
        <w:gridCol w:w="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2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题号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2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3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4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62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2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答案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B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A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A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A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190" w:firstLineChars="100"/>
        <w:textAlignment w:val="auto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二、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0" w:firstLineChars="100"/>
        <w:textAlignment w:val="auto"/>
        <w:rPr>
          <w:rFonts w:hint="eastAsia" w:ascii="宋体" w:hAnsi="宋体" w:cs="宋体"/>
          <w:lang w:val="en-US" w:eastAsia="zh-CN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750"/>
        <w:gridCol w:w="750"/>
        <w:gridCol w:w="750"/>
        <w:gridCol w:w="750"/>
        <w:gridCol w:w="750"/>
        <w:gridCol w:w="751"/>
        <w:gridCol w:w="751"/>
        <w:gridCol w:w="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题号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11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12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13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14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15</w:t>
            </w:r>
          </w:p>
        </w:tc>
        <w:tc>
          <w:tcPr>
            <w:tcW w:w="75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16</w:t>
            </w:r>
          </w:p>
        </w:tc>
        <w:tc>
          <w:tcPr>
            <w:tcW w:w="75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17</w:t>
            </w:r>
          </w:p>
        </w:tc>
        <w:tc>
          <w:tcPr>
            <w:tcW w:w="75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5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答案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C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D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D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A</w:t>
            </w:r>
          </w:p>
        </w:tc>
        <w:tc>
          <w:tcPr>
            <w:tcW w:w="75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C</w:t>
            </w:r>
          </w:p>
        </w:tc>
        <w:tc>
          <w:tcPr>
            <w:tcW w:w="75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75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填空题</w:t>
      </w:r>
      <w:bookmarkStart w:id="0" w:name="_GoBack"/>
      <w:bookmarkEnd w:id="0"/>
    </w:p>
    <w:p>
      <w:pPr>
        <w:numPr>
          <w:numId w:val="0"/>
        </w:numPr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drawing>
          <wp:inline distT="0" distB="0" distL="114300" distR="114300">
            <wp:extent cx="4008120" cy="5605780"/>
            <wp:effectExtent l="0" t="0" r="0" b="2540"/>
            <wp:docPr id="3" name="图片 3" descr="587f6e613a81f46e2ce1a9fc8eb18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87f6e613a81f46e2ce1a9fc8eb18d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8120" cy="560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100"/>
        <w:textAlignment w:val="auto"/>
        <w:rPr>
          <w:rFonts w:hint="eastAsia" w:ascii="宋体" w:hAnsi="宋体" w:cs="宋体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1242" w:bottom="567" w:left="1417" w:header="567" w:footer="992" w:gutter="0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</w:pPr>
    <w:r>
      <w:rPr>
        <w:rFonts w:hint="eastAsia"/>
        <w:sz w:val="18"/>
      </w:rPr>
      <w:t>《</w:t>
    </w:r>
    <w:r>
      <w:rPr>
        <w:rFonts w:hint="eastAsia"/>
        <w:sz w:val="18"/>
        <w:lang w:val="en-US" w:eastAsia="zh-CN"/>
      </w:rPr>
      <w:t xml:space="preserve">  数学   </w:t>
    </w:r>
    <w:r>
      <w:rPr>
        <w:rFonts w:hint="eastAsia"/>
        <w:sz w:val="18"/>
      </w:rPr>
      <w:t xml:space="preserve">》第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PAGE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 共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NUMPAGES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center"/>
    </w:pPr>
    <w:r>
      <w:rPr>
        <w:rFonts w:hint="eastAsia" w:eastAsia="黑体"/>
        <w:sz w:val="21"/>
      </w:rPr>
      <w:t>新兴产业工程学校20</w:t>
    </w:r>
    <w:r>
      <w:rPr>
        <w:rFonts w:hint="eastAsia" w:eastAsia="黑体"/>
        <w:sz w:val="21"/>
        <w:lang w:val="en-US" w:eastAsia="zh-CN"/>
      </w:rPr>
      <w:t>24</w:t>
    </w:r>
    <w:r>
      <w:rPr>
        <w:rFonts w:hint="eastAsia" w:eastAsia="黑体"/>
        <w:sz w:val="21"/>
      </w:rPr>
      <w:t>~202</w:t>
    </w:r>
    <w:r>
      <w:rPr>
        <w:rFonts w:hint="eastAsia" w:eastAsia="黑体"/>
        <w:sz w:val="21"/>
        <w:lang w:val="en-US" w:eastAsia="zh-CN"/>
      </w:rPr>
      <w:t>5</w:t>
    </w:r>
    <w:r>
      <w:rPr>
        <w:rFonts w:hint="eastAsia" w:eastAsia="黑体"/>
        <w:sz w:val="21"/>
      </w:rPr>
      <w:t>学年第</w:t>
    </w:r>
    <w:r>
      <w:rPr>
        <w:rFonts w:hint="eastAsia" w:eastAsia="黑体"/>
        <w:sz w:val="21"/>
        <w:lang w:val="en-US" w:eastAsia="zh-CN"/>
      </w:rPr>
      <w:t>1</w:t>
    </w:r>
    <w:r>
      <w:rPr>
        <w:rFonts w:hint="eastAsia" w:eastAsia="黑体"/>
        <w:sz w:val="21"/>
      </w:rPr>
      <w:t>学期期</w:t>
    </w:r>
    <w:r>
      <w:rPr>
        <w:rFonts w:hint="eastAsia" w:eastAsia="黑体"/>
        <w:sz w:val="21"/>
        <w:lang w:val="en-US" w:eastAsia="zh-CN"/>
      </w:rPr>
      <w:t>末</w:t>
    </w:r>
    <w:r>
      <w:rPr>
        <w:rFonts w:hint="eastAsia" w:eastAsia="黑体"/>
        <w:sz w:val="21"/>
      </w:rPr>
      <w:t>考试卷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274D95"/>
    <w:multiLevelType w:val="singleLevel"/>
    <w:tmpl w:val="62274D9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95"/>
  <w:drawingGridVerticalSpacing w:val="291"/>
  <w:displayHorizont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3N2IxZTIzYTM4ZWE2NDRhNmM5NzNmOTA4NWZlMjAifQ=="/>
    <w:docVar w:name="KSO_WPS_MARK_KEY" w:val="67ac406d-7f7d-456b-90c0-59e9f813eb6e"/>
  </w:docVars>
  <w:rsids>
    <w:rsidRoot w:val="00172A27"/>
    <w:rsid w:val="000C4435"/>
    <w:rsid w:val="00155E53"/>
    <w:rsid w:val="00172A27"/>
    <w:rsid w:val="001A0A67"/>
    <w:rsid w:val="002F1D7A"/>
    <w:rsid w:val="00390767"/>
    <w:rsid w:val="00544AE4"/>
    <w:rsid w:val="005B0FC7"/>
    <w:rsid w:val="005F0519"/>
    <w:rsid w:val="0062336F"/>
    <w:rsid w:val="006B4F22"/>
    <w:rsid w:val="007B174F"/>
    <w:rsid w:val="0092523D"/>
    <w:rsid w:val="00D76680"/>
    <w:rsid w:val="00E409C4"/>
    <w:rsid w:val="0166582C"/>
    <w:rsid w:val="029345B0"/>
    <w:rsid w:val="029675DA"/>
    <w:rsid w:val="042031D1"/>
    <w:rsid w:val="05384664"/>
    <w:rsid w:val="062C00D0"/>
    <w:rsid w:val="06C22971"/>
    <w:rsid w:val="06C553E3"/>
    <w:rsid w:val="08885F2E"/>
    <w:rsid w:val="0AC36865"/>
    <w:rsid w:val="0B03411B"/>
    <w:rsid w:val="0B0C6035"/>
    <w:rsid w:val="0B2F5CE5"/>
    <w:rsid w:val="0B9A77B0"/>
    <w:rsid w:val="0C0866A1"/>
    <w:rsid w:val="0CFA1037"/>
    <w:rsid w:val="104C0429"/>
    <w:rsid w:val="10BC7AD0"/>
    <w:rsid w:val="12EE4C6E"/>
    <w:rsid w:val="13923EAA"/>
    <w:rsid w:val="14B8446C"/>
    <w:rsid w:val="14BB78FB"/>
    <w:rsid w:val="160C04F6"/>
    <w:rsid w:val="16170E6C"/>
    <w:rsid w:val="1BFA7C5B"/>
    <w:rsid w:val="1C1751A9"/>
    <w:rsid w:val="1C815106"/>
    <w:rsid w:val="1CFD1FD0"/>
    <w:rsid w:val="1D144635"/>
    <w:rsid w:val="1F1D5778"/>
    <w:rsid w:val="207B5B51"/>
    <w:rsid w:val="22C65824"/>
    <w:rsid w:val="238C7AA2"/>
    <w:rsid w:val="25F94BA8"/>
    <w:rsid w:val="26F93E27"/>
    <w:rsid w:val="2783338F"/>
    <w:rsid w:val="27CC30D4"/>
    <w:rsid w:val="288048B3"/>
    <w:rsid w:val="28CC3827"/>
    <w:rsid w:val="29931773"/>
    <w:rsid w:val="29B40E3B"/>
    <w:rsid w:val="2C3F17D5"/>
    <w:rsid w:val="2E9D136F"/>
    <w:rsid w:val="30A50BFD"/>
    <w:rsid w:val="310A551A"/>
    <w:rsid w:val="319F00C0"/>
    <w:rsid w:val="34730662"/>
    <w:rsid w:val="36686EDC"/>
    <w:rsid w:val="369E1F84"/>
    <w:rsid w:val="37721FDE"/>
    <w:rsid w:val="389B1383"/>
    <w:rsid w:val="393F0F53"/>
    <w:rsid w:val="39DB2037"/>
    <w:rsid w:val="3A0F3B9D"/>
    <w:rsid w:val="3A4F50EC"/>
    <w:rsid w:val="3A8B2B5D"/>
    <w:rsid w:val="3AC61B95"/>
    <w:rsid w:val="3BB55795"/>
    <w:rsid w:val="3C500799"/>
    <w:rsid w:val="3C673B7A"/>
    <w:rsid w:val="3D9E6ECC"/>
    <w:rsid w:val="406C5797"/>
    <w:rsid w:val="41A734D0"/>
    <w:rsid w:val="422E42C6"/>
    <w:rsid w:val="44F412F9"/>
    <w:rsid w:val="454308E4"/>
    <w:rsid w:val="45DE02D1"/>
    <w:rsid w:val="4C8718D6"/>
    <w:rsid w:val="4CC168B6"/>
    <w:rsid w:val="4E5E5713"/>
    <w:rsid w:val="517D0120"/>
    <w:rsid w:val="52900BB6"/>
    <w:rsid w:val="548C1C81"/>
    <w:rsid w:val="54EB6340"/>
    <w:rsid w:val="56900425"/>
    <w:rsid w:val="574E74CF"/>
    <w:rsid w:val="59C41C38"/>
    <w:rsid w:val="5A0A7DB0"/>
    <w:rsid w:val="5CE03341"/>
    <w:rsid w:val="5DED38B4"/>
    <w:rsid w:val="5FF3397E"/>
    <w:rsid w:val="60B512FC"/>
    <w:rsid w:val="60D12452"/>
    <w:rsid w:val="61162EAD"/>
    <w:rsid w:val="62434859"/>
    <w:rsid w:val="63DD34F1"/>
    <w:rsid w:val="64B7066F"/>
    <w:rsid w:val="66EB33F0"/>
    <w:rsid w:val="67CB2E8B"/>
    <w:rsid w:val="68A16C87"/>
    <w:rsid w:val="6970653A"/>
    <w:rsid w:val="699C2D38"/>
    <w:rsid w:val="69A92619"/>
    <w:rsid w:val="6A8C5ACF"/>
    <w:rsid w:val="6CB33FAA"/>
    <w:rsid w:val="6CCF0D0B"/>
    <w:rsid w:val="70495BEB"/>
    <w:rsid w:val="72251772"/>
    <w:rsid w:val="7306587D"/>
    <w:rsid w:val="76BC3524"/>
    <w:rsid w:val="76F427D8"/>
    <w:rsid w:val="77EB6D67"/>
    <w:rsid w:val="78B207F0"/>
    <w:rsid w:val="7A6D18D8"/>
    <w:rsid w:val="7B274730"/>
    <w:rsid w:val="7FB6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chuangjia</Company>
  <Pages>1</Pages>
  <Words>109</Words>
  <Characters>127</Characters>
  <Lines>1</Lines>
  <Paragraphs>1</Paragraphs>
  <TotalTime>0</TotalTime>
  <ScaleCrop>false</ScaleCrop>
  <LinksUpToDate>false</LinksUpToDate>
  <CharactersWithSpaces>167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2016-11-26T00:50:00Z</dcterms:created>
  <dc:creator>Administrator</dc:creator>
  <cp:lastModifiedBy>Mr.shen</cp:lastModifiedBy>
  <cp:lastPrinted>1900-12-31T16:00:00Z</cp:lastPrinted>
  <dcterms:modified xsi:type="dcterms:W3CDTF">2024-12-25T06:47:26Z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64BBF41FB8874632826130638B6F5D57_13</vt:lpwstr>
  </property>
</Properties>
</file>